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Default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7B51" w:rsidRPr="003B7B51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3B7B51" w:rsidRPr="003619E8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49.85pt;margin-top:6.95pt;width:19.35pt;height:2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" filled="f" stroked="f" strokeweight=".5pt">
                <v:textbox inset="0,0,0,0">
                  <w:txbxContent>
                    <w:p w:rsidR="003B7B51" w:rsidRPr="003B7B51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3B7B51" w:rsidRPr="003619E8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7B51" w:rsidRPr="003B7B51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3B7B51" w:rsidRPr="003619E8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0.95pt;margin-top:6.4pt;width:19.35pt;height: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" filled="f" stroked="f" strokeweight=".5pt">
                <v:textbox inset="0,0,0,0">
                  <w:txbxContent>
                    <w:p w:rsidR="003B7B51" w:rsidRPr="003B7B51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3B7B51" w:rsidRPr="003619E8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7B5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7B51" w:rsidRPr="003B7B51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3B7B51" w:rsidRPr="003619E8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8.5pt;margin-top:6.5pt;width:19.35pt;height: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" filled="f" stroked="f" strokeweight=".5pt">
                <v:textbox inset="0,0,0,0">
                  <w:txbxContent>
                    <w:p w:rsidR="003B7B51" w:rsidRPr="003B7B51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3B7B51" w:rsidRPr="003619E8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A3343" w:rsidRDefault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4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3343" w:rsidRDefault="002A3343">
      <w:pPr>
        <w:rPr>
          <w:rFonts w:ascii="Arial" w:hAnsi="Arial" w:cs="Arial"/>
          <w:sz w:val="28"/>
        </w:rPr>
      </w:pPr>
    </w:p>
    <w:p w:rsidR="002A3343" w:rsidRDefault="002A3343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62482D" wp14:editId="48778EBC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2482D" id="_x0000_s1029" type="#_x0000_t202" style="position:absolute;margin-left:249.85pt;margin-top:6.95pt;width:19.35pt;height:20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AB9877" wp14:editId="2B04E2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9877" id="_x0000_s1030" type="#_x0000_t202" style="position:absolute;margin-left:120.95pt;margin-top:6.4pt;width:19.35pt;height:20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7AB6B5" wp14:editId="7FC04658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B6B5" id="_x0000_s1031" type="#_x0000_t202" style="position:absolute;margin-left:-8.5pt;margin-top:6.5pt;width:19.35pt;height:2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0E57A345" wp14:editId="531F46F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32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2A3343" w:rsidRDefault="002A3343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62482D" wp14:editId="48778EBC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2482D" id="_x0000_s1032" type="#_x0000_t202" style="position:absolute;margin-left:249.85pt;margin-top:6.95pt;width:19.35pt;height:2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AB9877" wp14:editId="2B04E2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9877" id="_x0000_s1033" type="#_x0000_t202" style="position:absolute;margin-left:120.95pt;margin-top:6.4pt;width:19.35pt;height:2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7AB6B5" wp14:editId="7FC04658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B6B5" id="_x0000_s1034" type="#_x0000_t202" style="position:absolute;margin-left:-8.5pt;margin-top:6.5pt;width:19.35pt;height:2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 wp14:anchorId="0E57A345" wp14:editId="531F46F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36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62482D" wp14:editId="48778EBC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2482D" id="_x0000_s1035" type="#_x0000_t202" style="position:absolute;margin-left:249.85pt;margin-top:6.95pt;width:19.35pt;height:20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AB9877" wp14:editId="2B04E2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9877" id="_x0000_s1036" type="#_x0000_t202" style="position:absolute;margin-left:120.95pt;margin-top:6.4pt;width:19.35pt;height:20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7AB6B5" wp14:editId="7FC04658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B6B5" id="_x0000_s1037" type="#_x0000_t202" style="position:absolute;margin-left:-8.5pt;margin-top:6.5pt;width:19.35pt;height:2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Gjgm5w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0E57A345" wp14:editId="531F46F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40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62482D" wp14:editId="48778EBC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4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2482D" id="_x0000_s1038" type="#_x0000_t202" style="position:absolute;margin-left:249.85pt;margin-top:6.95pt;width:19.35pt;height:20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AB9877" wp14:editId="2B04E2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9877" id="_x0000_s1039" type="#_x0000_t202" style="position:absolute;margin-left:120.95pt;margin-top:6.4pt;width:19.35pt;height:20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7AB6B5" wp14:editId="7FC04658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B6B5" id="_x0000_s1040" type="#_x0000_t202" style="position:absolute;margin-left:-8.5pt;margin-top:6.5pt;width:19.35pt;height:20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OdYxlw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 wp14:anchorId="0E57A345" wp14:editId="531F46F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44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7AAD0C" wp14:editId="014D93CF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AAD0C" id="_x0000_s1041" type="#_x0000_t202" style="position:absolute;margin-left:249.85pt;margin-top:6.95pt;width:19.35pt;height:20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2C15A3" wp14:editId="6E46D2D9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C15A3" id="_x0000_s1042" type="#_x0000_t202" style="position:absolute;margin-left:120.95pt;margin-top:6.4pt;width:19.3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13C2DC" wp14:editId="47274312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3C2DC" id="_x0000_s1043" type="#_x0000_t202" style="position:absolute;margin-left:-8.5pt;margin-top:6.5pt;width:19.35pt;height:20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JfmC6k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94080" behindDoc="0" locked="0" layoutInCell="1" allowOverlap="1" wp14:anchorId="4844D883" wp14:editId="143304AA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0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46B6E4" wp14:editId="27E30718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6B6E4" id="_x0000_s1044" type="#_x0000_t202" style="position:absolute;margin-left:249.85pt;margin-top:6.95pt;width:19.35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93FB62" wp14:editId="071FCC60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3FB62" id="_x0000_s1045" type="#_x0000_t202" style="position:absolute;margin-left:120.95pt;margin-top:6.4pt;width:19.35pt;height:20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F03652" wp14:editId="3F60D183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03652" id="_x0000_s1046" type="#_x0000_t202" style="position:absolute;margin-left:-8.5pt;margin-top:6.5pt;width:19.35pt;height:20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98176" behindDoc="0" locked="0" layoutInCell="1" allowOverlap="1" wp14:anchorId="005273BF" wp14:editId="762F221A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1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93C36BC" wp14:editId="660C92C0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C36BC" id="_x0000_s1047" type="#_x0000_t202" style="position:absolute;margin-left:249.85pt;margin-top:6.95pt;width:19.35pt;height:20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66C265" wp14:editId="003C4CBA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6C265" id="_x0000_s1048" type="#_x0000_t202" style="position:absolute;margin-left:120.95pt;margin-top:6.4pt;width:19.35pt;height:20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58193E" wp14:editId="62CD36AA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8193E" id="_x0000_s1049" type="#_x0000_t202" style="position:absolute;margin-left:-8.5pt;margin-top:6.5pt;width:19.35pt;height:20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O4R7No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702272" behindDoc="0" locked="0" layoutInCell="1" allowOverlap="1" wp14:anchorId="75B7097F" wp14:editId="09F44301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2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BB2632" wp14:editId="78B54C23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5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B2632" id="_x0000_s1050" type="#_x0000_t202" style="position:absolute;margin-left:249.85pt;margin-top:6.95pt;width:19.3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36E435" wp14:editId="7ADDAB14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6E435" id="_x0000_s1051" type="#_x0000_t202" style="position:absolute;margin-left:120.95pt;margin-top:6.4pt;width:19.35pt;height:20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F918B3" wp14:editId="03355D61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918B3" id="_x0000_s1052" type="#_x0000_t202" style="position:absolute;margin-left:-8.5pt;margin-top:6.5pt;width:19.35pt;height:20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JSpNkw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706368" behindDoc="0" locked="0" layoutInCell="1" allowOverlap="1" wp14:anchorId="314BF741" wp14:editId="4A59481D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3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3066A9" wp14:editId="01DF5157">
                <wp:simplePos x="0" y="0"/>
                <wp:positionH relativeFrom="column">
                  <wp:posOffset>3173117</wp:posOffset>
                </wp:positionH>
                <wp:positionV relativeFrom="paragraph">
                  <wp:posOffset>88134</wp:posOffset>
                </wp:positionV>
                <wp:extent cx="245745" cy="255905"/>
                <wp:effectExtent l="0" t="0" r="1905" b="10795"/>
                <wp:wrapNone/>
                <wp:docPr id="5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066A9" id="_x0000_s1053" type="#_x0000_t202" style="position:absolute;margin-left:249.85pt;margin-top:6.95pt;width:19.35pt;height:20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403851" wp14:editId="0DBD60BC">
                <wp:simplePos x="0" y="0"/>
                <wp:positionH relativeFrom="column">
                  <wp:posOffset>1535803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03851" id="_x0000_s1054" type="#_x0000_t202" style="position:absolute;margin-left:120.95pt;margin-top:6.4pt;width:19.35pt;height:20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34C6AB" wp14:editId="44B654B4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16C" w:rsidRPr="003B7B51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49516C" w:rsidRPr="003619E8" w:rsidRDefault="0049516C" w:rsidP="004951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4C6AB" id="_x0000_s1055" type="#_x0000_t202" style="position:absolute;margin-left:-8.5pt;margin-top:6.5pt;width:19.35pt;height:20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" filled="f" stroked="f" strokeweight=".5pt">
                <v:textbox inset="0,0,0,0">
                  <w:txbxContent>
                    <w:p w:rsidR="0049516C" w:rsidRPr="003B7B51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49516C" w:rsidRPr="003619E8" w:rsidRDefault="0049516C" w:rsidP="0049516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516C" w:rsidRDefault="0049516C" w:rsidP="0049516C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710464" behindDoc="0" locked="0" layoutInCell="1" allowOverlap="1" wp14:anchorId="21DC5B47" wp14:editId="1DA67D20">
            <wp:simplePos x="0" y="0"/>
            <wp:positionH relativeFrom="column">
              <wp:posOffset>-7662</wp:posOffset>
            </wp:positionH>
            <wp:positionV relativeFrom="paragraph">
              <wp:posOffset>22872</wp:posOffset>
            </wp:positionV>
            <wp:extent cx="4428966" cy="509208"/>
            <wp:effectExtent l="0" t="0" r="0" b="5715"/>
            <wp:wrapNone/>
            <wp:docPr id="64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479" cy="51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16C" w:rsidRDefault="0049516C" w:rsidP="0049516C">
      <w:pPr>
        <w:rPr>
          <w:rFonts w:ascii="Arial" w:hAnsi="Arial" w:cs="Arial"/>
          <w:sz w:val="28"/>
        </w:rPr>
      </w:pPr>
    </w:p>
    <w:p w:rsidR="002A3343" w:rsidRPr="007E024D" w:rsidRDefault="002A3343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2A3343" w:rsidRPr="007E024D" w:rsidSect="0049516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51"/>
    <w:rsid w:val="001D645B"/>
    <w:rsid w:val="002A3343"/>
    <w:rsid w:val="003B7B51"/>
    <w:rsid w:val="0049516C"/>
    <w:rsid w:val="005175A3"/>
    <w:rsid w:val="005F7238"/>
    <w:rsid w:val="006E67CC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F9224-FC9A-4727-ACF5-01517F8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B51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2016-11-30T15:06:00Z</dcterms:created>
  <dcterms:modified xsi:type="dcterms:W3CDTF">2019-07-17T16:59:00Z</dcterms:modified>
</cp:coreProperties>
</file>